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0C65D10-951F-4F73-8915-FE4B5869ADBF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